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734A" w14:textId="77777777" w:rsidR="009731AA" w:rsidRDefault="009731AA" w:rsidP="0087083E">
      <w:pPr>
        <w:pStyle w:val="Bezmezer"/>
        <w:ind w:right="-2"/>
        <w:rPr>
          <w:i/>
        </w:rPr>
      </w:pPr>
    </w:p>
    <w:p w14:paraId="7B63EA12" w14:textId="77777777" w:rsidR="001A3435" w:rsidRPr="001A3435" w:rsidRDefault="001A3435" w:rsidP="0087083E">
      <w:pPr>
        <w:pStyle w:val="Bezmezer"/>
        <w:ind w:right="-2"/>
        <w:rPr>
          <w:i/>
        </w:rPr>
      </w:pPr>
      <w:r w:rsidRPr="001A3435">
        <w:rPr>
          <w:i/>
        </w:rPr>
        <w:t>Příloha č. 1 kvalifikační dokumentace</w:t>
      </w:r>
    </w:p>
    <w:p w14:paraId="4317AF0C" w14:textId="77777777" w:rsidR="001A3435" w:rsidRPr="001A3435" w:rsidRDefault="001A3435" w:rsidP="0087083E">
      <w:pPr>
        <w:pStyle w:val="Bezmezer"/>
        <w:ind w:right="-2"/>
        <w:jc w:val="center"/>
      </w:pPr>
    </w:p>
    <w:p w14:paraId="7EA33898" w14:textId="2261BCAA" w:rsidR="00AD7674" w:rsidRDefault="00B14DF0" w:rsidP="00AD7674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Univerzita Karlova, 3. lékařská fakulta</w:t>
      </w:r>
    </w:p>
    <w:p w14:paraId="56BF2C3C" w14:textId="77777777" w:rsidR="00AD7674" w:rsidRPr="00014C54" w:rsidRDefault="00AD7674" w:rsidP="00AD7674">
      <w:pPr>
        <w:pStyle w:val="Bezmezer"/>
        <w:jc w:val="center"/>
        <w:rPr>
          <w:sz w:val="24"/>
          <w:szCs w:val="24"/>
        </w:rPr>
      </w:pPr>
      <w:r w:rsidRPr="00014C54">
        <w:rPr>
          <w:sz w:val="24"/>
          <w:szCs w:val="24"/>
        </w:rPr>
        <w:t>se sídlem:</w:t>
      </w:r>
      <w:r w:rsidRPr="00014C54">
        <w:rPr>
          <w:sz w:val="24"/>
          <w:szCs w:val="24"/>
        </w:rPr>
        <w:tab/>
      </w:r>
      <w:r>
        <w:rPr>
          <w:sz w:val="24"/>
          <w:szCs w:val="24"/>
        </w:rPr>
        <w:t>Ruská 2411/87, 100 00 Praha 10</w:t>
      </w:r>
    </w:p>
    <w:p w14:paraId="7F10CDF0" w14:textId="77777777" w:rsidR="00AD7674" w:rsidRDefault="00AD7674" w:rsidP="00AD7674">
      <w:pPr>
        <w:pStyle w:val="Bezmezer"/>
        <w:jc w:val="center"/>
        <w:rPr>
          <w:sz w:val="24"/>
          <w:szCs w:val="24"/>
        </w:rPr>
      </w:pPr>
      <w:r>
        <w:rPr>
          <w:sz w:val="24"/>
          <w:szCs w:val="24"/>
        </w:rPr>
        <w:t>IČO:</w:t>
      </w:r>
      <w:r>
        <w:rPr>
          <w:sz w:val="24"/>
          <w:szCs w:val="24"/>
        </w:rPr>
        <w:tab/>
        <w:t>00216208</w:t>
      </w:r>
    </w:p>
    <w:p w14:paraId="42B96FB7" w14:textId="77777777"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tímto poskytuje</w:t>
      </w:r>
    </w:p>
    <w:p w14:paraId="5EFF9F50" w14:textId="77777777"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</w:p>
    <w:p w14:paraId="0F8FA61E" w14:textId="77777777" w:rsidR="001A3435" w:rsidRPr="001A3435" w:rsidRDefault="001A3435" w:rsidP="00E14917">
      <w:pPr>
        <w:pStyle w:val="Bezmezer"/>
        <w:ind w:right="-2"/>
        <w:rPr>
          <w:rFonts w:cs="Arial"/>
        </w:rPr>
      </w:pPr>
    </w:p>
    <w:p w14:paraId="14E48F83" w14:textId="77777777" w:rsidR="001A3435" w:rsidRDefault="001A3435" w:rsidP="0087083E">
      <w:pPr>
        <w:pStyle w:val="Bezmezer"/>
        <w:ind w:right="-2"/>
        <w:jc w:val="center"/>
        <w:rPr>
          <w:rFonts w:cs="Arial"/>
        </w:rPr>
      </w:pPr>
      <w:r w:rsidRPr="001A3435">
        <w:rPr>
          <w:rFonts w:cs="Arial"/>
        </w:rPr>
        <w:t>k </w:t>
      </w:r>
      <w:r w:rsidR="00656526">
        <w:rPr>
          <w:rFonts w:cs="Arial"/>
        </w:rPr>
        <w:t>nadlimitní</w:t>
      </w:r>
      <w:r w:rsidRPr="001A3435">
        <w:rPr>
          <w:rFonts w:cs="Arial"/>
        </w:rPr>
        <w:t xml:space="preserve"> veřejné zakázce </w:t>
      </w:r>
      <w:r w:rsidR="00655E5E">
        <w:rPr>
          <w:rFonts w:cs="Arial"/>
        </w:rPr>
        <w:t>na dodávky</w:t>
      </w:r>
      <w:r w:rsidR="007D2DE2">
        <w:rPr>
          <w:rFonts w:cs="Arial"/>
        </w:rPr>
        <w:t xml:space="preserve"> </w:t>
      </w:r>
      <w:r w:rsidRPr="001A3435">
        <w:rPr>
          <w:rFonts w:cs="Arial"/>
        </w:rPr>
        <w:t>s názvem:</w:t>
      </w:r>
    </w:p>
    <w:p w14:paraId="1F625A6D" w14:textId="77777777" w:rsidR="00063225" w:rsidRDefault="00063225" w:rsidP="0087083E">
      <w:pPr>
        <w:pStyle w:val="Bezmezer"/>
        <w:ind w:right="-2"/>
        <w:jc w:val="center"/>
        <w:rPr>
          <w:rFonts w:cs="Arial"/>
        </w:rPr>
      </w:pPr>
    </w:p>
    <w:p w14:paraId="1B33C62A" w14:textId="027DED46" w:rsidR="00AD7674" w:rsidRDefault="00630C14" w:rsidP="0087083E">
      <w:pPr>
        <w:pStyle w:val="Bezmezer"/>
        <w:ind w:right="-2"/>
        <w:jc w:val="center"/>
        <w:rPr>
          <w:b/>
          <w:bCs/>
          <w:color w:val="000000"/>
          <w:sz w:val="32"/>
          <w:szCs w:val="32"/>
        </w:rPr>
      </w:pPr>
      <w:r w:rsidRPr="00630C14">
        <w:rPr>
          <w:b/>
          <w:bCs/>
          <w:color w:val="000000"/>
          <w:sz w:val="32"/>
          <w:szCs w:val="32"/>
        </w:rPr>
        <w:t xml:space="preserve">UK LF3 - Dodávka přístroje </w:t>
      </w:r>
      <w:r w:rsidR="009F0776">
        <w:rPr>
          <w:b/>
          <w:bCs/>
          <w:color w:val="000000"/>
          <w:sz w:val="32"/>
          <w:szCs w:val="32"/>
        </w:rPr>
        <w:t xml:space="preserve"> –</w:t>
      </w:r>
      <w:r w:rsidR="009F0776" w:rsidRPr="00A6104C">
        <w:rPr>
          <w:b/>
          <w:bCs/>
          <w:color w:val="000000"/>
          <w:sz w:val="32"/>
          <w:szCs w:val="32"/>
        </w:rPr>
        <w:t xml:space="preserve"> </w:t>
      </w:r>
      <w:r w:rsidR="009F0776">
        <w:rPr>
          <w:b/>
          <w:bCs/>
          <w:color w:val="000000"/>
          <w:sz w:val="32"/>
          <w:szCs w:val="32"/>
        </w:rPr>
        <w:t xml:space="preserve">Incucyte - </w:t>
      </w:r>
      <w:r w:rsidR="009F0776" w:rsidRPr="00A6104C">
        <w:rPr>
          <w:b/>
          <w:bCs/>
          <w:color w:val="000000"/>
          <w:sz w:val="32"/>
          <w:szCs w:val="32"/>
        </w:rPr>
        <w:t>Live-</w:t>
      </w:r>
      <w:r w:rsidR="009F0776">
        <w:rPr>
          <w:b/>
          <w:bCs/>
          <w:color w:val="000000"/>
          <w:sz w:val="32"/>
          <w:szCs w:val="32"/>
        </w:rPr>
        <w:t>C</w:t>
      </w:r>
      <w:r w:rsidR="009F0776" w:rsidRPr="00A6104C">
        <w:rPr>
          <w:b/>
          <w:bCs/>
          <w:color w:val="000000"/>
          <w:sz w:val="32"/>
          <w:szCs w:val="32"/>
        </w:rPr>
        <w:t xml:space="preserve">ell </w:t>
      </w:r>
      <w:r w:rsidR="009F0776">
        <w:rPr>
          <w:b/>
          <w:bCs/>
          <w:color w:val="000000"/>
          <w:sz w:val="32"/>
          <w:szCs w:val="32"/>
        </w:rPr>
        <w:t>A</w:t>
      </w:r>
      <w:r w:rsidR="009F0776" w:rsidRPr="00A6104C">
        <w:rPr>
          <w:b/>
          <w:bCs/>
          <w:color w:val="000000"/>
          <w:sz w:val="32"/>
          <w:szCs w:val="32"/>
        </w:rPr>
        <w:t>nalysis syst</w:t>
      </w:r>
      <w:r w:rsidR="009F0776">
        <w:rPr>
          <w:b/>
          <w:bCs/>
          <w:color w:val="000000"/>
          <w:sz w:val="32"/>
          <w:szCs w:val="32"/>
        </w:rPr>
        <w:t>em</w:t>
      </w:r>
    </w:p>
    <w:p w14:paraId="2C46066F" w14:textId="77777777" w:rsidR="00E14917" w:rsidRPr="001A3435" w:rsidRDefault="00E14917" w:rsidP="0087083E">
      <w:pPr>
        <w:pStyle w:val="Bezmezer"/>
        <w:ind w:right="-2"/>
        <w:jc w:val="center"/>
        <w:rPr>
          <w:rFonts w:cs="Arial"/>
        </w:rPr>
      </w:pPr>
    </w:p>
    <w:p w14:paraId="1571AD9D" w14:textId="77777777" w:rsidR="001A3435" w:rsidRPr="001A3435" w:rsidRDefault="001A3435" w:rsidP="0087083E">
      <w:pPr>
        <w:pStyle w:val="Bezmezer"/>
        <w:ind w:right="-2"/>
        <w:jc w:val="center"/>
        <w:rPr>
          <w:rFonts w:cs="Calibri"/>
          <w:i/>
        </w:rPr>
      </w:pPr>
      <w:r w:rsidRPr="001A3435">
        <w:rPr>
          <w:rFonts w:cs="Calibri"/>
          <w:i/>
        </w:rPr>
        <w:t xml:space="preserve">zadávané v otevřeném </w:t>
      </w:r>
      <w:r w:rsidR="00F0772F">
        <w:rPr>
          <w:rFonts w:cs="Calibri"/>
          <w:i/>
        </w:rPr>
        <w:t>nadlimitním</w:t>
      </w:r>
      <w:r w:rsidRPr="001A3435">
        <w:rPr>
          <w:rFonts w:cs="Calibri"/>
          <w:i/>
        </w:rPr>
        <w:t xml:space="preserve"> řízení dle ust. § 2</w:t>
      </w:r>
      <w:r w:rsidR="00656526">
        <w:rPr>
          <w:rFonts w:cs="Calibri"/>
          <w:i/>
        </w:rPr>
        <w:t>5</w:t>
      </w:r>
      <w:r w:rsidRPr="001A3435">
        <w:rPr>
          <w:rFonts w:cs="Calibri"/>
          <w:i/>
        </w:rPr>
        <w:t xml:space="preserve"> a § 56 zákona č. 134/2016 Sb., o zadávání veřejných zakázek (dále jen „ZZVZ“)</w:t>
      </w:r>
    </w:p>
    <w:p w14:paraId="451E18FB" w14:textId="77777777" w:rsidR="00AD7674" w:rsidRPr="001A3435" w:rsidRDefault="00AD7674" w:rsidP="0087083E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2"/>
          <w:szCs w:val="22"/>
        </w:rPr>
      </w:pPr>
    </w:p>
    <w:p w14:paraId="2EB130D3" w14:textId="77777777" w:rsidR="00E42302" w:rsidRPr="001A3435" w:rsidRDefault="00E42302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14:paraId="5EAAC7BF" w14:textId="77777777" w:rsidR="00DF1C25" w:rsidRPr="00141AB2" w:rsidRDefault="00DF1C25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  <w:r w:rsidRPr="00141AB2">
        <w:rPr>
          <w:rFonts w:asciiTheme="minorHAnsi" w:hAnsiTheme="minorHAnsi" w:cstheme="minorHAnsi"/>
          <w:sz w:val="22"/>
          <w:szCs w:val="22"/>
        </w:rPr>
        <w:t xml:space="preserve">ČESTNÉ PROHLÁŠENÍ </w:t>
      </w:r>
    </w:p>
    <w:p w14:paraId="58BDD3F6" w14:textId="78409CF7" w:rsidR="00DF1C25" w:rsidRPr="00141AB2" w:rsidRDefault="00080807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 ZÁKLADNÍ A PROFESNÍ </w:t>
      </w:r>
      <w:r w:rsidR="00634628" w:rsidRPr="00141AB2">
        <w:rPr>
          <w:rFonts w:asciiTheme="minorHAnsi" w:hAnsiTheme="minorHAnsi" w:cstheme="minorHAnsi"/>
          <w:sz w:val="22"/>
          <w:szCs w:val="22"/>
        </w:rPr>
        <w:t>ZPŮSOBILOSTI</w:t>
      </w:r>
    </w:p>
    <w:p w14:paraId="05795B96" w14:textId="3BA2542D" w:rsidR="00DF1C25" w:rsidRPr="00141AB2" w:rsidRDefault="00141AB2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b w:val="0"/>
          <w:sz w:val="22"/>
          <w:szCs w:val="22"/>
        </w:rPr>
      </w:pPr>
      <w:r w:rsidRPr="00141AB2">
        <w:rPr>
          <w:rFonts w:asciiTheme="minorHAnsi" w:hAnsiTheme="minorHAnsi" w:cstheme="minorHAnsi"/>
          <w:b w:val="0"/>
          <w:sz w:val="22"/>
          <w:szCs w:val="22"/>
        </w:rPr>
        <w:t>ve smyslu</w:t>
      </w:r>
      <w:r w:rsidR="00E652B5" w:rsidRPr="00141AB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F1C25" w:rsidRPr="00141AB2">
        <w:rPr>
          <w:rFonts w:asciiTheme="minorHAnsi" w:hAnsiTheme="minorHAnsi" w:cstheme="minorHAnsi"/>
          <w:b w:val="0"/>
          <w:sz w:val="22"/>
          <w:szCs w:val="22"/>
        </w:rPr>
        <w:t xml:space="preserve">zákona 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 xml:space="preserve">č. 134/2016 Sb., </w:t>
      </w:r>
      <w:r w:rsidR="00DF1C25" w:rsidRPr="00141AB2">
        <w:rPr>
          <w:rFonts w:asciiTheme="minorHAnsi" w:hAnsiTheme="minorHAnsi" w:cstheme="minorHAnsi"/>
          <w:b w:val="0"/>
          <w:sz w:val="22"/>
          <w:szCs w:val="22"/>
        </w:rPr>
        <w:t xml:space="preserve">o 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 xml:space="preserve">zadávání </w:t>
      </w:r>
      <w:r w:rsidR="00FD059B" w:rsidRPr="00141AB2">
        <w:rPr>
          <w:rFonts w:asciiTheme="minorHAnsi" w:hAnsiTheme="minorHAnsi" w:cstheme="minorHAnsi"/>
          <w:b w:val="0"/>
          <w:sz w:val="22"/>
          <w:szCs w:val="22"/>
        </w:rPr>
        <w:t>veřejných zakázek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>, v platném znění (dále jen „zákon“)</w:t>
      </w:r>
    </w:p>
    <w:p w14:paraId="1BBB4D74" w14:textId="77777777" w:rsidR="00AD7674" w:rsidRPr="00141AB2" w:rsidRDefault="00AD7674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b w:val="0"/>
          <w:sz w:val="22"/>
          <w:szCs w:val="22"/>
        </w:rPr>
      </w:pPr>
    </w:p>
    <w:p w14:paraId="7B972B50" w14:textId="77777777" w:rsidR="00AD7674" w:rsidRPr="00141AB2" w:rsidRDefault="00AD7674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</w:p>
    <w:p w14:paraId="3C257809" w14:textId="47278F71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Identifikace zadavatele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18"/>
        <w:gridCol w:w="5926"/>
      </w:tblGrid>
      <w:tr w:rsidR="00141AB2" w:rsidRPr="00141AB2" w14:paraId="29910DC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47AD4C7" w14:textId="7777777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77419228" w14:textId="3CF76A9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3. lékařská fakulta, Univerzita Karlova</w:t>
            </w:r>
          </w:p>
        </w:tc>
      </w:tr>
      <w:tr w:rsidR="00141AB2" w:rsidRPr="00141AB2" w14:paraId="314F18A4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CC97D74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Sídlo zadavatele: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742446866"/>
            <w:placeholder>
              <w:docPart w:val="51FBAE3C8E614206B6250D7D39E0B223"/>
            </w:placeholder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8DEAAE7" w14:textId="15AB28B4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Fonts w:asciiTheme="minorHAnsi" w:hAnsiTheme="minorHAnsi" w:cstheme="minorHAnsi"/>
                    <w:sz w:val="22"/>
                    <w:szCs w:val="22"/>
                  </w:rPr>
                  <w:t>Ruská 2411/87, 100 00 Praha 10</w:t>
                </w:r>
              </w:p>
            </w:tc>
          </w:sdtContent>
        </w:sdt>
      </w:tr>
      <w:tr w:rsidR="00141AB2" w:rsidRPr="00141AB2" w14:paraId="32FC72C4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2711250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06D84C86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00216208</w:t>
            </w:r>
          </w:p>
        </w:tc>
      </w:tr>
    </w:tbl>
    <w:p w14:paraId="710A4879" w14:textId="318F065C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Identifikace veřejné zakázky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18"/>
        <w:gridCol w:w="5920"/>
      </w:tblGrid>
      <w:tr w:rsidR="00141AB2" w:rsidRPr="00141AB2" w14:paraId="55E3A941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328B2C90" w14:textId="7777777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151443050"/>
            <w:placeholder>
              <w:docPart w:val="66569794CC5445C0A7F7F295EC50E954"/>
            </w:placeholder>
            <w:text/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20396BA7" w14:textId="726FC5AE" w:rsidR="00141AB2" w:rsidRPr="00B14DF0" w:rsidRDefault="00141AB2" w:rsidP="00C8099C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B14DF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UK – LF3 – </w:t>
                </w:r>
                <w:r w:rsidR="003A44A6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Dodávka přístroje – Incucyte – Live-Cell Analysis system</w:t>
                </w:r>
              </w:p>
            </w:tc>
          </w:sdtContent>
        </w:sdt>
      </w:tr>
      <w:tr w:rsidR="00141AB2" w:rsidRPr="00141AB2" w14:paraId="0DDA7CEC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19E0F650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Režim veřejné zakázky: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66560A6A" w14:textId="1E218991" w:rsidR="00141AB2" w:rsidRPr="00B14DF0" w:rsidRDefault="003A44A6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73935120"/>
                <w:placeholder>
                  <w:docPart w:val="B783AA6DFC134D60A297A8808F739814"/>
                </w:placeholder>
                <w:dropDownList>
                  <w:listItem w:value="vybrat režim zakázky"/>
                  <w:listItem w:displayText="nadlimitní" w:value="nadlimitní"/>
                  <w:listItem w:displayText="podlimitní" w:value="podlimitní"/>
                </w:dropDownList>
              </w:sdtPr>
              <w:sdtEndPr/>
              <w:sdtContent>
                <w:r w:rsidR="00141AB2" w:rsidRPr="00B14DF0">
                  <w:rPr>
                    <w:rFonts w:asciiTheme="minorHAnsi" w:hAnsiTheme="minorHAnsi" w:cstheme="minorHAnsi"/>
                    <w:sz w:val="22"/>
                    <w:szCs w:val="22"/>
                  </w:rPr>
                  <w:t>nadlimitní</w:t>
                </w:r>
              </w:sdtContent>
            </w:sdt>
            <w:r w:rsidR="00141AB2" w:rsidRPr="00B14DF0">
              <w:rPr>
                <w:rFonts w:asciiTheme="minorHAnsi" w:hAnsiTheme="minorHAnsi" w:cstheme="minorHAnsi"/>
                <w:sz w:val="22"/>
                <w:szCs w:val="22"/>
              </w:rPr>
              <w:t xml:space="preserve"> veřejná zakázka</w:t>
            </w:r>
          </w:p>
        </w:tc>
      </w:tr>
      <w:tr w:rsidR="00141AB2" w:rsidRPr="00141AB2" w14:paraId="66216E11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11F7193E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Druh veřejné zakázky: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075108631"/>
            <w:placeholder>
              <w:docPart w:val="DADCCE94FC064638898E87B32E44BC2A"/>
            </w:placeholder>
            <w:dropDownList>
              <w:listItem w:value="vybrat druh zakázky"/>
              <w:listItem w:displayText="veřejná zakázka na dodávky" w:value="veřejná zakázka na dodávky"/>
              <w:listItem w:displayText="veřejná zakázka na služby" w:value="veřejná zakázka na služby"/>
              <w:listItem w:displayText="veřejná zakázka na stavební práce" w:value="veřejná zakázka na stavební práce"/>
            </w:dropDownList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4F901925" w14:textId="62205C99" w:rsidR="00141AB2" w:rsidRPr="00B14DF0" w:rsidRDefault="000065C8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veřejná zakázka na dodávky</w:t>
                </w:r>
              </w:p>
            </w:tc>
          </w:sdtContent>
        </w:sdt>
      </w:tr>
      <w:tr w:rsidR="00141AB2" w:rsidRPr="00141AB2" w14:paraId="0C1DCDF5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2B8862E9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Druh zadávacího řízení: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2A474B3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otevřené řízení</w:t>
            </w:r>
          </w:p>
        </w:tc>
      </w:tr>
    </w:tbl>
    <w:p w14:paraId="707332B7" w14:textId="10F99E80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Identifikační údaje dodavatele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21"/>
        <w:gridCol w:w="5932"/>
      </w:tblGrid>
      <w:tr w:rsidR="00141AB2" w:rsidRPr="00141AB2" w14:paraId="2B22D59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E6D848E" w14:textId="77777777" w:rsidR="00141AB2" w:rsidRPr="00B14DF0" w:rsidRDefault="003A44A6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982134671"/>
                <w:placeholder>
                  <w:docPart w:val="0326542792524E7589789C124E6C797B"/>
                </w:placeholder>
                <w:text/>
              </w:sdtPr>
              <w:sdtEndPr/>
              <w:sdtContent>
                <w:r w:rsidR="00141AB2" w:rsidRPr="00B14DF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</w:t>
                </w:r>
              </w:sdtContent>
            </w:sdt>
            <w:r w:rsidR="00141AB2"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bchodní firma / Název: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144533073"/>
            <w:placeholder>
              <w:docPart w:val="ACF4DF38159A4F019179C6E3B6CCFB61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A82E89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obchodní firmu / název</w:t>
                </w:r>
              </w:p>
            </w:tc>
          </w:sdtContent>
        </w:sdt>
      </w:tr>
      <w:tr w:rsidR="00141AB2" w:rsidRPr="00141AB2" w14:paraId="2360912E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2697DD6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7725692"/>
            <w:placeholder>
              <w:docPart w:val="5D7AC9CB430148CF966237E5E58CF05F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540D7579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obchodní firmu / název</w:t>
                </w:r>
              </w:p>
            </w:tc>
          </w:sdtContent>
        </w:sdt>
      </w:tr>
      <w:tr w:rsidR="00141AB2" w:rsidRPr="00141AB2" w14:paraId="55C842B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AAE4C9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IČO: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4263378"/>
            <w:placeholder>
              <w:docPart w:val="C6546CC9E2384D328C24FCE979FC8534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BBDA74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IČO</w:t>
                </w:r>
              </w:p>
            </w:tc>
          </w:sdtContent>
        </w:sdt>
      </w:tr>
      <w:tr w:rsidR="00141AB2" w:rsidRPr="00141AB2" w14:paraId="31AD2255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EB5199C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72625915"/>
            <w:placeholder>
              <w:docPart w:val="725892AB37604446B49E350CFC6CF71E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4A4646B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DIČ</w:t>
                </w:r>
              </w:p>
            </w:tc>
          </w:sdtContent>
        </w:sdt>
      </w:tr>
      <w:tr w:rsidR="00141AB2" w:rsidRPr="00141AB2" w14:paraId="403A460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5A0AD8F7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Osoba oprávněná jednat za dodavatele: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332446362"/>
            <w:placeholder>
              <w:docPart w:val="CC5B9CF30FDB4869AB65116C0C4E3CD6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D325D82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jméno, příjmení a funkci</w:t>
                </w:r>
              </w:p>
            </w:tc>
          </w:sdtContent>
        </w:sdt>
      </w:tr>
      <w:tr w:rsidR="00141AB2" w:rsidRPr="00141AB2" w14:paraId="70B3160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69C5EE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26936717"/>
            <w:placeholder>
              <w:docPart w:val="2E11FED418F74075BB13AB7C216691AD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7F22CF3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jméno a příjmení kontaktní osoby</w:t>
                </w:r>
              </w:p>
            </w:tc>
          </w:sdtContent>
        </w:sdt>
      </w:tr>
      <w:tr w:rsidR="00141AB2" w:rsidRPr="00141AB2" w14:paraId="16F6DA3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1601941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23838593"/>
            <w:placeholder>
              <w:docPart w:val="6B5C577239304C9284E9FADC737BDFDD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7EB593D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telefon kontaktní osoby</w:t>
                </w:r>
              </w:p>
            </w:tc>
          </w:sdtContent>
        </w:sdt>
      </w:tr>
      <w:tr w:rsidR="00141AB2" w:rsidRPr="00141AB2" w14:paraId="3201A827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71EEBF8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762637379"/>
            <w:placeholder>
              <w:docPart w:val="F040D1F7B5A0473A887E8A443CAD7E14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84F371A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e-mail kontaktní osoby</w:t>
                </w:r>
              </w:p>
            </w:tc>
          </w:sdtContent>
        </w:sdt>
      </w:tr>
    </w:tbl>
    <w:p w14:paraId="71658389" w14:textId="77777777" w:rsidR="00D14184" w:rsidRPr="00141AB2" w:rsidRDefault="00D14184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C711DB3" w14:textId="32EE82F7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Základní způsobilost</w:t>
      </w:r>
    </w:p>
    <w:p w14:paraId="03973674" w14:textId="2C440304" w:rsidR="00577530" w:rsidRPr="00B14DF0" w:rsidRDefault="00577530" w:rsidP="00141AB2">
      <w:pPr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 xml:space="preserve">Dodavatel čestně prohlašuje, že 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splňuje základní způsobilost dle § 74 odst. 1 </w:t>
      </w:r>
      <w:r w:rsidRPr="00B14DF0">
        <w:rPr>
          <w:rFonts w:asciiTheme="minorHAnsi" w:hAnsiTheme="minorHAnsi" w:cstheme="minorHAnsi"/>
          <w:sz w:val="22"/>
          <w:szCs w:val="22"/>
        </w:rPr>
        <w:t xml:space="preserve">zákona č. 134/2016 Sb., o zadávání veřejných zakázek, ve znění pozdějších </w:t>
      </w:r>
      <w:r w:rsidR="00141AB2" w:rsidRPr="00B14DF0">
        <w:rPr>
          <w:rFonts w:asciiTheme="minorHAnsi" w:hAnsiTheme="minorHAnsi" w:cstheme="minorHAnsi"/>
          <w:sz w:val="22"/>
          <w:szCs w:val="22"/>
        </w:rPr>
        <w:t>předpisů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4DF0">
        <w:rPr>
          <w:rFonts w:asciiTheme="minorHAnsi" w:hAnsiTheme="minorHAnsi" w:cstheme="minorHAnsi"/>
          <w:sz w:val="22"/>
          <w:szCs w:val="22"/>
        </w:rPr>
        <w:t>(dále jen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4DF0">
        <w:rPr>
          <w:rFonts w:asciiTheme="minorHAnsi" w:hAnsiTheme="minorHAnsi" w:cstheme="minorHAnsi"/>
          <w:sz w:val="22"/>
          <w:szCs w:val="22"/>
        </w:rPr>
        <w:t>„</w:t>
      </w:r>
      <w:r w:rsidRPr="00B14DF0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B14DF0">
        <w:rPr>
          <w:rFonts w:asciiTheme="minorHAnsi" w:hAnsiTheme="minorHAnsi" w:cstheme="minorHAnsi"/>
          <w:sz w:val="22"/>
          <w:szCs w:val="22"/>
        </w:rPr>
        <w:t>“), tj. že je dodavatelem, který:</w:t>
      </w:r>
      <w:r w:rsidRPr="00B14DF0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5B10BD5B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nebyl v posledních 5 letech před zahájením zadávacího řízení pravomocně odsouzen pro trestný čin uvedený v příloze č. 3 k ZZVZ nebo obdobný trestný čin podle právního řadu země sídla dodavatele; k zahlazeným odsouzením se nepřihlíží; je-li dodavatel právnickou osobou, splňují tuto podmínku rovněž všichni členové statutárního orgánu dodavatele ve smyslu § 74 odst. 2 ZZVZ; účastní-li se zadávacího řízení pobočka závodu, splňují tuto podmínku rovněž všechny osoby ve smyslu § 74 odst. 3 ZZVZ;</w:t>
      </w:r>
    </w:p>
    <w:p w14:paraId="2C3D3542" w14:textId="077FF602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v evidenci daní zachycen splatný daňový nedoplatek;</w:t>
      </w:r>
      <w:r w:rsidR="00541121">
        <w:rPr>
          <w:rFonts w:asciiTheme="minorHAnsi" w:hAnsiTheme="minorHAnsi" w:cstheme="minorHAnsi"/>
          <w:sz w:val="22"/>
          <w:szCs w:val="22"/>
        </w:rPr>
        <w:t xml:space="preserve"> a to ani ve vztahu ke spotřební dani ve smyslu § 75 odst. 1 písm. c </w:t>
      </w:r>
      <w:r w:rsidR="00541121" w:rsidRPr="00B14DF0">
        <w:rPr>
          <w:rFonts w:asciiTheme="minorHAnsi" w:hAnsiTheme="minorHAnsi" w:cstheme="minorHAnsi"/>
          <w:sz w:val="22"/>
          <w:szCs w:val="22"/>
        </w:rPr>
        <w:t>ZZVZ;</w:t>
      </w:r>
    </w:p>
    <w:p w14:paraId="4330FFB7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splatný nedoplatek na pojistném nebo na penále na veřejné zdravotní pojištění;</w:t>
      </w:r>
    </w:p>
    <w:p w14:paraId="49CEE80C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splatný nedoplatek na pojistném nebo na penále na sociální zabezpečení a příspěvku na státní politiku zaměstnanosti;</w:t>
      </w:r>
    </w:p>
    <w:p w14:paraId="78B41735" w14:textId="46B3CB42" w:rsidR="008F0E59" w:rsidRPr="00B14DF0" w:rsidRDefault="00577530" w:rsidP="00B14DF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4DF0">
        <w:rPr>
          <w:rFonts w:asciiTheme="minorHAnsi" w:hAnsiTheme="minorHAnsi" w:cstheme="minorHAnsi"/>
          <w:b/>
          <w:bCs/>
          <w:sz w:val="22"/>
          <w:szCs w:val="22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59CF635E" w14:textId="01D4DE11" w:rsidR="00080807" w:rsidRPr="00C8099C" w:rsidRDefault="00080807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Profesní</w:t>
      </w:r>
      <w:r w:rsidRPr="00C8099C">
        <w:rPr>
          <w:rFonts w:asciiTheme="minorHAnsi" w:hAnsiTheme="minorHAnsi" w:cstheme="minorHAnsi"/>
        </w:rPr>
        <w:t xml:space="preserve"> způsobilost</w:t>
      </w:r>
    </w:p>
    <w:p w14:paraId="3A59FF5E" w14:textId="3828F54D" w:rsidR="00080807" w:rsidRDefault="00080807" w:rsidP="00B14DF0">
      <w:pPr>
        <w:jc w:val="both"/>
      </w:pPr>
      <w:r w:rsidRPr="004C1652">
        <w:t xml:space="preserve">Dodavatel prohlašuje, že </w:t>
      </w:r>
      <w:r w:rsidRPr="004C1652">
        <w:rPr>
          <w:b/>
        </w:rPr>
        <w:t xml:space="preserve">splňuje profesní způsobilost </w:t>
      </w:r>
      <w:r w:rsidRPr="00DC0CBA">
        <w:rPr>
          <w:b/>
        </w:rPr>
        <w:t xml:space="preserve">dle </w:t>
      </w:r>
      <w:r w:rsidRPr="006F1624">
        <w:rPr>
          <w:b/>
        </w:rPr>
        <w:t>§ 77 odst. 1 ZZVZ</w:t>
      </w:r>
      <w:r>
        <w:t>,</w:t>
      </w:r>
      <w:r w:rsidRPr="004C1652">
        <w:t xml:space="preserve"> což dokládá následujícím webovým odkazem (tj. internetovou adresou) na obchodní rejstřík nebo výpisem ze seznamu kvalifikovaných dodavatelů, který je přílohou této nabídky.</w:t>
      </w:r>
    </w:p>
    <w:p w14:paraId="29A69217" w14:textId="77777777" w:rsidR="00080807" w:rsidRDefault="00080807" w:rsidP="00B14DF0">
      <w:pPr>
        <w:jc w:val="both"/>
      </w:pPr>
      <w:r w:rsidRPr="004C1652">
        <w:lastRenderedPageBreak/>
        <w:t xml:space="preserve">Odkaz na obchodní rejstřík: </w:t>
      </w:r>
      <w:sdt>
        <w:sdtPr>
          <w:id w:val="1505470442"/>
          <w:placeholder>
            <w:docPart w:val="D9CEEB00A5D14396839A0D776B539330"/>
          </w:placeholder>
          <w:showingPlcHdr/>
          <w:text/>
        </w:sdtPr>
        <w:sdtEndPr/>
        <w:sdtContent>
          <w:r w:rsidRPr="004C1652">
            <w:rPr>
              <w:rStyle w:val="Zstupntext"/>
              <w:highlight w:val="yellow"/>
            </w:rPr>
            <w:t>Uveďte url odkaz výpisu z obchodního rejstříku (viz https://justice.cz/)</w:t>
          </w:r>
        </w:sdtContent>
      </w:sdt>
    </w:p>
    <w:p w14:paraId="703D73F2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F0745C7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39F4D60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1685242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A91C82A" w14:textId="77777777" w:rsidR="00801DA3" w:rsidRPr="00141AB2" w:rsidRDefault="00801DA3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3DBEC06" w14:textId="6F869312" w:rsidR="005E4B6F" w:rsidRPr="00141AB2" w:rsidRDefault="005E4B6F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  <w:highlight w:val="yellow"/>
        </w:rPr>
      </w:pPr>
    </w:p>
    <w:sectPr w:rsidR="005E4B6F" w:rsidRPr="00141AB2" w:rsidSect="00E14917">
      <w:headerReference w:type="default" r:id="rId8"/>
      <w:headerReference w:type="first" r:id="rId9"/>
      <w:footerReference w:type="first" r:id="rId10"/>
      <w:pgSz w:w="11906" w:h="16838" w:code="9"/>
      <w:pgMar w:top="1701" w:right="567" w:bottom="2268" w:left="1985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4A89" w14:textId="77777777" w:rsidR="0066524D" w:rsidRDefault="0066524D">
      <w:r>
        <w:separator/>
      </w:r>
    </w:p>
  </w:endnote>
  <w:endnote w:type="continuationSeparator" w:id="0">
    <w:p w14:paraId="36260AF4" w14:textId="77777777" w:rsidR="0066524D" w:rsidRDefault="0066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D28C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IČ: 68407700</w:t>
    </w:r>
  </w:p>
  <w:p w14:paraId="4CB117E1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DIČ: CZ68407700</w:t>
    </w:r>
  </w:p>
  <w:p w14:paraId="40EDF678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</w:p>
  <w:p w14:paraId="04152A5F" w14:textId="77777777" w:rsidR="003447A4" w:rsidRPr="00656526" w:rsidRDefault="003447A4" w:rsidP="00E14917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A291" w14:textId="77777777" w:rsidR="0066524D" w:rsidRDefault="0066524D">
      <w:r>
        <w:separator/>
      </w:r>
    </w:p>
  </w:footnote>
  <w:footnote w:type="continuationSeparator" w:id="0">
    <w:p w14:paraId="6293F301" w14:textId="77777777" w:rsidR="0066524D" w:rsidRDefault="0066524D">
      <w:r>
        <w:continuationSeparator/>
      </w:r>
    </w:p>
  </w:footnote>
  <w:footnote w:id="1">
    <w:p w14:paraId="670C401D" w14:textId="6C95C63E" w:rsidR="00577530" w:rsidRPr="00010756" w:rsidRDefault="00577530" w:rsidP="00577530">
      <w:pPr>
        <w:pStyle w:val="Textpoznpodarou"/>
        <w:spacing w:before="0"/>
        <w:rPr>
          <w:rFonts w:asciiTheme="majorHAnsi" w:hAnsiTheme="majorHAnsi"/>
        </w:rPr>
      </w:pPr>
      <w:r w:rsidRPr="00010756">
        <w:rPr>
          <w:rStyle w:val="Znakapoznpodarou"/>
          <w:rFonts w:asciiTheme="majorHAnsi" w:hAnsiTheme="majorHAnsi"/>
        </w:rPr>
        <w:footnoteRef/>
      </w:r>
      <w:r w:rsidRPr="00010756">
        <w:rPr>
          <w:rFonts w:asciiTheme="majorHAnsi" w:hAnsiTheme="majorHAnsi"/>
        </w:rPr>
        <w:t xml:space="preserve"> Dodavatel bere na vědomí, že pokud bude zadavatelem vybrán k uzavření smlouvy ve smyslu § 122 odst. 1 ZZVZ, tak před jejím podpisem bude povinen dle § 122 odst. 3 </w:t>
      </w:r>
      <w:r w:rsidR="00141AB2">
        <w:rPr>
          <w:rFonts w:asciiTheme="majorHAnsi" w:hAnsiTheme="majorHAnsi"/>
        </w:rPr>
        <w:t>nebo 4</w:t>
      </w:r>
      <w:r w:rsidRPr="00010756">
        <w:rPr>
          <w:rFonts w:asciiTheme="majorHAnsi" w:hAnsiTheme="majorHAnsi"/>
        </w:rPr>
        <w:t xml:space="preserve"> ZZVZ předložit doklad</w:t>
      </w:r>
      <w:r w:rsidR="00141AB2">
        <w:rPr>
          <w:rFonts w:asciiTheme="majorHAnsi" w:hAnsiTheme="majorHAnsi"/>
        </w:rPr>
        <w:t>y</w:t>
      </w:r>
      <w:r w:rsidRPr="00010756">
        <w:rPr>
          <w:rFonts w:asciiTheme="majorHAnsi" w:hAnsiTheme="majorHAnsi"/>
        </w:rPr>
        <w:t xml:space="preserve"> o své kvalifikaci. V případě základní způsobilosti </w:t>
      </w:r>
      <w:r w:rsidRPr="00010756">
        <w:rPr>
          <w:rFonts w:asciiTheme="majorHAnsi" w:hAnsiTheme="majorHAnsi"/>
          <w:u w:val="single"/>
        </w:rPr>
        <w:t>vybraný dodavatel předloží doklady uvedené v § 75 písm. a), b) a e) ZZVZ</w:t>
      </w:r>
      <w:r w:rsidRPr="00010756">
        <w:rPr>
          <w:rFonts w:asciiTheme="majorHAnsi" w:hAnsiTheme="majorHAnsi"/>
        </w:rPr>
        <w:t xml:space="preserve"> (tj. výpisy z evidence Rejstříku trestů, potvrzení příslušného finančního úřadu a potvrzení příslušné </w:t>
      </w:r>
      <w:r w:rsidRPr="0086254A">
        <w:rPr>
          <w:rFonts w:asciiTheme="majorHAnsi" w:hAnsiTheme="majorHAnsi"/>
        </w:rPr>
        <w:t>územní správy sociálního zabezpečení</w:t>
      </w:r>
      <w:r w:rsidRPr="00010756">
        <w:rPr>
          <w:rFonts w:asciiTheme="majorHAnsi" w:hAnsiTheme="majorHAnsi"/>
        </w:rPr>
        <w:t xml:space="preserve">) </w:t>
      </w:r>
      <w:r w:rsidRPr="00010756">
        <w:rPr>
          <w:rFonts w:asciiTheme="majorHAnsi" w:hAnsiTheme="majorHAnsi"/>
          <w:u w:val="single"/>
        </w:rPr>
        <w:t>nebo alternativně předloží výpis ze seznamu kvalifikovaných dodavatelů dle § 226 a násl. ZZVZ, popř. alternativně předloží certifikát vydaný v rámci schváleného systému certifikovaných dodavatelů dle § 233 a násl. ZZVZ</w:t>
      </w:r>
      <w:r w:rsidRPr="00010756">
        <w:rPr>
          <w:rFonts w:asciiTheme="majorHAnsi" w:hAnsi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7685" w14:textId="77777777" w:rsidR="003447A4" w:rsidRDefault="00BA684B">
    <w:r>
      <w:rPr>
        <w:noProof/>
      </w:rPr>
      <w:drawing>
        <wp:anchor distT="0" distB="0" distL="114300" distR="114300" simplePos="0" relativeHeight="251660288" behindDoc="1" locked="0" layoutInCell="1" allowOverlap="1" wp14:anchorId="04310C3D" wp14:editId="68AF29AB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5" name="Obrázek 26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E5E">
      <w:rPr>
        <w:noProof/>
      </w:rPr>
      <w:drawing>
        <wp:inline distT="0" distB="0" distL="0" distR="0" wp14:anchorId="22DE7717" wp14:editId="4B8B6B65">
          <wp:extent cx="5755005" cy="817245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9D93" w14:textId="77777777" w:rsidR="009731AA" w:rsidRDefault="009731AA" w:rsidP="00E14917">
    <w:pPr>
      <w:pStyle w:val="Zhlav"/>
      <w:framePr w:w="8491" w:h="181" w:hRule="exact" w:wrap="auto" w:hAnchor="text"/>
    </w:pPr>
  </w:p>
  <w:p w14:paraId="37EDDBDB" w14:textId="77777777" w:rsidR="003447A4" w:rsidRDefault="003447A4" w:rsidP="00E14917">
    <w:pPr>
      <w:framePr w:w="8491" w:h="181" w:hRule="exact" w:wrap="auto" w:hAnchor="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97482D6C"/>
    <w:lvl w:ilvl="0" w:tplc="F20A0BAC">
      <w:start w:val="1"/>
      <w:numFmt w:val="lowerLetter"/>
      <w:lvlText w:val="%1)"/>
      <w:lvlJc w:val="left"/>
      <w:pPr>
        <w:ind w:left="6173" w:hanging="360"/>
      </w:pPr>
      <w:rPr>
        <w:rFonts w:hint="default"/>
        <w:b w:val="0"/>
        <w:bCs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29F5"/>
    <w:multiLevelType w:val="hybridMultilevel"/>
    <w:tmpl w:val="408E1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E0A27"/>
    <w:multiLevelType w:val="multilevel"/>
    <w:tmpl w:val="E0D83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29270E"/>
    <w:multiLevelType w:val="hybridMultilevel"/>
    <w:tmpl w:val="DF22B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166665">
    <w:abstractNumId w:val="1"/>
  </w:num>
  <w:num w:numId="2" w16cid:durableId="506288628">
    <w:abstractNumId w:val="0"/>
  </w:num>
  <w:num w:numId="3" w16cid:durableId="981957675">
    <w:abstractNumId w:val="3"/>
  </w:num>
  <w:num w:numId="4" w16cid:durableId="362024626">
    <w:abstractNumId w:val="4"/>
  </w:num>
  <w:num w:numId="5" w16cid:durableId="673996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5C8"/>
    <w:rsid w:val="00006E90"/>
    <w:rsid w:val="00020821"/>
    <w:rsid w:val="000264D5"/>
    <w:rsid w:val="00034830"/>
    <w:rsid w:val="00041340"/>
    <w:rsid w:val="00054972"/>
    <w:rsid w:val="00054D90"/>
    <w:rsid w:val="00055FDB"/>
    <w:rsid w:val="00060B1E"/>
    <w:rsid w:val="00063225"/>
    <w:rsid w:val="000646F4"/>
    <w:rsid w:val="000748A5"/>
    <w:rsid w:val="00080807"/>
    <w:rsid w:val="000952B4"/>
    <w:rsid w:val="000D3F91"/>
    <w:rsid w:val="000E01A3"/>
    <w:rsid w:val="000F175A"/>
    <w:rsid w:val="000F324C"/>
    <w:rsid w:val="00103504"/>
    <w:rsid w:val="00120B25"/>
    <w:rsid w:val="001352C3"/>
    <w:rsid w:val="00141AB2"/>
    <w:rsid w:val="00160872"/>
    <w:rsid w:val="001669C5"/>
    <w:rsid w:val="00170653"/>
    <w:rsid w:val="00197CC2"/>
    <w:rsid w:val="001A3435"/>
    <w:rsid w:val="001A5B04"/>
    <w:rsid w:val="001C4676"/>
    <w:rsid w:val="001C6BEE"/>
    <w:rsid w:val="001D0BCC"/>
    <w:rsid w:val="001D6647"/>
    <w:rsid w:val="001F06EF"/>
    <w:rsid w:val="001F54BF"/>
    <w:rsid w:val="002115AE"/>
    <w:rsid w:val="00230C79"/>
    <w:rsid w:val="00235597"/>
    <w:rsid w:val="00241F52"/>
    <w:rsid w:val="00265539"/>
    <w:rsid w:val="00275BE0"/>
    <w:rsid w:val="002809BC"/>
    <w:rsid w:val="002D66C4"/>
    <w:rsid w:val="002E0E4B"/>
    <w:rsid w:val="002E4C6D"/>
    <w:rsid w:val="002F1A64"/>
    <w:rsid w:val="002F5C6E"/>
    <w:rsid w:val="00301CE7"/>
    <w:rsid w:val="0031090C"/>
    <w:rsid w:val="00316A4B"/>
    <w:rsid w:val="00326005"/>
    <w:rsid w:val="00332CBA"/>
    <w:rsid w:val="0033366C"/>
    <w:rsid w:val="003447A4"/>
    <w:rsid w:val="003665FD"/>
    <w:rsid w:val="00391714"/>
    <w:rsid w:val="003A2343"/>
    <w:rsid w:val="003A44A6"/>
    <w:rsid w:val="003D1FA8"/>
    <w:rsid w:val="003D25AB"/>
    <w:rsid w:val="003D74A5"/>
    <w:rsid w:val="003F1AF8"/>
    <w:rsid w:val="00423DB3"/>
    <w:rsid w:val="0045174D"/>
    <w:rsid w:val="0045451E"/>
    <w:rsid w:val="00486C18"/>
    <w:rsid w:val="00490019"/>
    <w:rsid w:val="004D3C04"/>
    <w:rsid w:val="00504F42"/>
    <w:rsid w:val="005166B5"/>
    <w:rsid w:val="005274E7"/>
    <w:rsid w:val="00541121"/>
    <w:rsid w:val="00542110"/>
    <w:rsid w:val="00556891"/>
    <w:rsid w:val="00577530"/>
    <w:rsid w:val="00580304"/>
    <w:rsid w:val="0059527C"/>
    <w:rsid w:val="005B22AA"/>
    <w:rsid w:val="005B6FCE"/>
    <w:rsid w:val="005C4EE0"/>
    <w:rsid w:val="005D24F8"/>
    <w:rsid w:val="005E22B9"/>
    <w:rsid w:val="005E4B6F"/>
    <w:rsid w:val="005E513F"/>
    <w:rsid w:val="00613B61"/>
    <w:rsid w:val="0061438F"/>
    <w:rsid w:val="00616D4D"/>
    <w:rsid w:val="00630C14"/>
    <w:rsid w:val="00633EB5"/>
    <w:rsid w:val="00634628"/>
    <w:rsid w:val="006348B0"/>
    <w:rsid w:val="0065304D"/>
    <w:rsid w:val="00655E5E"/>
    <w:rsid w:val="00656526"/>
    <w:rsid w:val="0066524D"/>
    <w:rsid w:val="006752B5"/>
    <w:rsid w:val="00697265"/>
    <w:rsid w:val="006A5345"/>
    <w:rsid w:val="006C5110"/>
    <w:rsid w:val="00707415"/>
    <w:rsid w:val="00753987"/>
    <w:rsid w:val="00782388"/>
    <w:rsid w:val="007849C6"/>
    <w:rsid w:val="007A5CF4"/>
    <w:rsid w:val="007D2DE2"/>
    <w:rsid w:val="007E2AA9"/>
    <w:rsid w:val="007E369E"/>
    <w:rsid w:val="00801DA3"/>
    <w:rsid w:val="0080580E"/>
    <w:rsid w:val="0082056D"/>
    <w:rsid w:val="0082736D"/>
    <w:rsid w:val="00843486"/>
    <w:rsid w:val="00864B15"/>
    <w:rsid w:val="0087083E"/>
    <w:rsid w:val="008B348A"/>
    <w:rsid w:val="008B7256"/>
    <w:rsid w:val="008B7D7C"/>
    <w:rsid w:val="008B7F6D"/>
    <w:rsid w:val="008C6647"/>
    <w:rsid w:val="008D6BAA"/>
    <w:rsid w:val="008F0E59"/>
    <w:rsid w:val="008F60BB"/>
    <w:rsid w:val="00902098"/>
    <w:rsid w:val="0091027D"/>
    <w:rsid w:val="009245B0"/>
    <w:rsid w:val="0094379F"/>
    <w:rsid w:val="00966598"/>
    <w:rsid w:val="009731AA"/>
    <w:rsid w:val="009777F0"/>
    <w:rsid w:val="00977F85"/>
    <w:rsid w:val="009867D9"/>
    <w:rsid w:val="00991199"/>
    <w:rsid w:val="00996078"/>
    <w:rsid w:val="009D349C"/>
    <w:rsid w:val="009F0776"/>
    <w:rsid w:val="009F3F28"/>
    <w:rsid w:val="00A2120E"/>
    <w:rsid w:val="00A40340"/>
    <w:rsid w:val="00A417C7"/>
    <w:rsid w:val="00A631B2"/>
    <w:rsid w:val="00A90BEA"/>
    <w:rsid w:val="00AB091B"/>
    <w:rsid w:val="00AB13A6"/>
    <w:rsid w:val="00AD7674"/>
    <w:rsid w:val="00AF0BD4"/>
    <w:rsid w:val="00B11192"/>
    <w:rsid w:val="00B14DF0"/>
    <w:rsid w:val="00B77A52"/>
    <w:rsid w:val="00B83525"/>
    <w:rsid w:val="00B86D86"/>
    <w:rsid w:val="00B879CE"/>
    <w:rsid w:val="00B90BE6"/>
    <w:rsid w:val="00BA684B"/>
    <w:rsid w:val="00BB41A0"/>
    <w:rsid w:val="00BC4FD6"/>
    <w:rsid w:val="00BF6BE2"/>
    <w:rsid w:val="00C005AA"/>
    <w:rsid w:val="00C0786A"/>
    <w:rsid w:val="00C22978"/>
    <w:rsid w:val="00C43582"/>
    <w:rsid w:val="00C44152"/>
    <w:rsid w:val="00C53759"/>
    <w:rsid w:val="00C56EDD"/>
    <w:rsid w:val="00C60478"/>
    <w:rsid w:val="00C61448"/>
    <w:rsid w:val="00C74BBF"/>
    <w:rsid w:val="00C760F5"/>
    <w:rsid w:val="00C933C3"/>
    <w:rsid w:val="00CC24FE"/>
    <w:rsid w:val="00CD2D77"/>
    <w:rsid w:val="00D14184"/>
    <w:rsid w:val="00D21325"/>
    <w:rsid w:val="00D21523"/>
    <w:rsid w:val="00D3332C"/>
    <w:rsid w:val="00D50BE0"/>
    <w:rsid w:val="00D55582"/>
    <w:rsid w:val="00D55EE7"/>
    <w:rsid w:val="00D74C32"/>
    <w:rsid w:val="00D771B7"/>
    <w:rsid w:val="00D90C8D"/>
    <w:rsid w:val="00D93D3D"/>
    <w:rsid w:val="00DA4BDA"/>
    <w:rsid w:val="00DA4F18"/>
    <w:rsid w:val="00DB104A"/>
    <w:rsid w:val="00DF1C25"/>
    <w:rsid w:val="00DF2FF8"/>
    <w:rsid w:val="00E14231"/>
    <w:rsid w:val="00E14917"/>
    <w:rsid w:val="00E162C8"/>
    <w:rsid w:val="00E410D7"/>
    <w:rsid w:val="00E42302"/>
    <w:rsid w:val="00E547D3"/>
    <w:rsid w:val="00E55055"/>
    <w:rsid w:val="00E652B5"/>
    <w:rsid w:val="00EE1B7C"/>
    <w:rsid w:val="00F050F3"/>
    <w:rsid w:val="00F0772F"/>
    <w:rsid w:val="00F62103"/>
    <w:rsid w:val="00F75A14"/>
    <w:rsid w:val="00F818C0"/>
    <w:rsid w:val="00F86A67"/>
    <w:rsid w:val="00F923B9"/>
    <w:rsid w:val="00FB4B5D"/>
    <w:rsid w:val="00FD059B"/>
    <w:rsid w:val="00FD3F83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7427B2"/>
  <w15:docId w15:val="{FD16480B-97A9-4B52-81B9-FCA205B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iPriority="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slovanseznam"/>
    <w:next w:val="Normln"/>
    <w:link w:val="Nadpis1Char"/>
    <w:autoRedefine/>
    <w:uiPriority w:val="1"/>
    <w:qFormat/>
    <w:rsid w:val="00141AB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 w:line="276" w:lineRule="auto"/>
      <w:ind w:left="357" w:hanging="357"/>
      <w:contextualSpacing w:val="0"/>
      <w:jc w:val="both"/>
      <w:outlineLvl w:val="0"/>
    </w:pPr>
    <w:rPr>
      <w:rFonts w:asciiTheme="majorHAnsi" w:hAnsiTheme="majorHAnsi"/>
      <w:b/>
      <w:bCs/>
      <w:sz w:val="22"/>
      <w:szCs w:val="22"/>
    </w:rPr>
  </w:style>
  <w:style w:type="paragraph" w:styleId="Nadpis2">
    <w:name w:val="heading 2"/>
    <w:basedOn w:val="Odstavecseseznamem"/>
    <w:next w:val="Normln"/>
    <w:link w:val="Nadpis2Char"/>
    <w:uiPriority w:val="2"/>
    <w:unhideWhenUsed/>
    <w:qFormat/>
    <w:rsid w:val="00141AB2"/>
    <w:pPr>
      <w:numPr>
        <w:ilvl w:val="1"/>
        <w:numId w:val="3"/>
      </w:numPr>
      <w:spacing w:line="276" w:lineRule="auto"/>
    </w:pPr>
    <w:rPr>
      <w:rFonts w:asciiTheme="majorHAnsi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31B2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DF1C25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F1C25"/>
    <w:rPr>
      <w:rFonts w:ascii="Arial" w:hAnsi="Arial"/>
      <w:b/>
      <w:sz w:val="32"/>
    </w:rPr>
  </w:style>
  <w:style w:type="paragraph" w:styleId="Bezmezer">
    <w:name w:val="No Spacing"/>
    <w:link w:val="BezmezerChar"/>
    <w:uiPriority w:val="1"/>
    <w:qFormat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nowrap">
    <w:name w:val="nowrap"/>
    <w:rsid w:val="001A3435"/>
  </w:style>
  <w:style w:type="character" w:customStyle="1" w:styleId="ZhlavChar">
    <w:name w:val="Záhlaví Char"/>
    <w:basedOn w:val="Standardnpsmoodstavce"/>
    <w:link w:val="Zhlav"/>
    <w:uiPriority w:val="99"/>
    <w:rsid w:val="009731AA"/>
    <w:rPr>
      <w:sz w:val="24"/>
      <w:szCs w:val="24"/>
    </w:rPr>
  </w:style>
  <w:style w:type="paragraph" w:styleId="Revize">
    <w:name w:val="Revision"/>
    <w:hidden/>
    <w:uiPriority w:val="99"/>
    <w:semiHidden/>
    <w:rsid w:val="00577530"/>
    <w:rPr>
      <w:sz w:val="24"/>
      <w:szCs w:val="24"/>
    </w:rPr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99"/>
    <w:qFormat/>
    <w:rsid w:val="00577530"/>
    <w:pPr>
      <w:keepNext/>
      <w:numPr>
        <w:numId w:val="1"/>
      </w:numPr>
      <w:spacing w:before="240" w:after="120"/>
      <w:jc w:val="both"/>
      <w:outlineLvl w:val="1"/>
    </w:pPr>
    <w:rPr>
      <w:b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577530"/>
    <w:rPr>
      <w:b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77530"/>
    <w:pPr>
      <w:spacing w:before="120"/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7530"/>
    <w:rPr>
      <w:rFonts w:ascii="Garamond" w:hAnsi="Garamond"/>
    </w:rPr>
  </w:style>
  <w:style w:type="character" w:styleId="Znakapoznpodarou">
    <w:name w:val="footnote reference"/>
    <w:uiPriority w:val="99"/>
    <w:unhideWhenUsed/>
    <w:rsid w:val="00577530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1"/>
    <w:rsid w:val="00141AB2"/>
    <w:rPr>
      <w:rFonts w:asciiTheme="majorHAnsi" w:hAnsiTheme="majorHAnsi"/>
      <w:b/>
      <w:bCs/>
      <w:sz w:val="22"/>
      <w:szCs w:val="22"/>
      <w:shd w:val="clear" w:color="auto" w:fill="D9D9D9" w:themeFill="background1" w:themeFillShade="D9"/>
    </w:rPr>
  </w:style>
  <w:style w:type="character" w:customStyle="1" w:styleId="Nadpis2Char">
    <w:name w:val="Nadpis 2 Char"/>
    <w:basedOn w:val="Standardnpsmoodstavce"/>
    <w:link w:val="Nadpis2"/>
    <w:uiPriority w:val="2"/>
    <w:rsid w:val="00141AB2"/>
    <w:rPr>
      <w:rFonts w:asciiTheme="majorHAnsi" w:hAnsiTheme="majorHAnsi"/>
      <w:b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141AB2"/>
    <w:rPr>
      <w:color w:val="808080"/>
    </w:rPr>
  </w:style>
  <w:style w:type="paragraph" w:styleId="slovanseznam">
    <w:name w:val="List Number"/>
    <w:basedOn w:val="Normln"/>
    <w:rsid w:val="00141AB2"/>
    <w:pPr>
      <w:ind w:left="360" w:hanging="36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41A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1A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1AB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41A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41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FBAE3C8E614206B6250D7D39E0B2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D2178-9EEE-4234-8644-E0D45CA79F68}"/>
      </w:docPartPr>
      <w:docPartBody>
        <w:p w:rsidR="00DA503F" w:rsidRDefault="00B1274E" w:rsidP="00B1274E">
          <w:pPr>
            <w:pStyle w:val="51FBAE3C8E614206B6250D7D39E0B223"/>
          </w:pPr>
          <w:r w:rsidRPr="00196566">
            <w:rPr>
              <w:rStyle w:val="Zstupntext"/>
              <w:highlight w:val="green"/>
            </w:rPr>
            <w:t>dopl</w:t>
          </w:r>
          <w:r>
            <w:rPr>
              <w:rStyle w:val="Zstupntext"/>
              <w:highlight w:val="green"/>
            </w:rPr>
            <w:t>ňte</w:t>
          </w:r>
          <w:r w:rsidRPr="00196566">
            <w:rPr>
              <w:rStyle w:val="Zstupntext"/>
              <w:highlight w:val="green"/>
            </w:rPr>
            <w:t xml:space="preserve"> sídlo rektorátu/fakulty/součásti UK</w:t>
          </w:r>
        </w:p>
      </w:docPartBody>
    </w:docPart>
    <w:docPart>
      <w:docPartPr>
        <w:name w:val="66569794CC5445C0A7F7F295EC50E9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AC5F5A-DF52-47DD-B3D4-308B817C76F4}"/>
      </w:docPartPr>
      <w:docPartBody>
        <w:p w:rsidR="00DA503F" w:rsidRDefault="00B1274E" w:rsidP="00B1274E">
          <w:pPr>
            <w:pStyle w:val="66569794CC5445C0A7F7F295EC50E954"/>
          </w:pPr>
          <w:r w:rsidRPr="006E3290">
            <w:rPr>
              <w:rStyle w:val="Zstupntext"/>
              <w:b/>
              <w:highlight w:val="green"/>
            </w:rPr>
            <w:t>doplňte název zakázky</w:t>
          </w:r>
        </w:p>
      </w:docPartBody>
    </w:docPart>
    <w:docPart>
      <w:docPartPr>
        <w:name w:val="B783AA6DFC134D60A297A8808F739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C204A-3B55-4636-82E5-EE0CCB7DE313}"/>
      </w:docPartPr>
      <w:docPartBody>
        <w:p w:rsidR="00DA503F" w:rsidRDefault="00B1274E" w:rsidP="00B1274E">
          <w:pPr>
            <w:pStyle w:val="B783AA6DFC134D60A297A8808F739814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DADCCE94FC064638898E87B32E44B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0DE465-A326-4C5C-B363-55D2AE9FFD9E}"/>
      </w:docPartPr>
      <w:docPartBody>
        <w:p w:rsidR="00DA503F" w:rsidRDefault="00B1274E" w:rsidP="00B1274E">
          <w:pPr>
            <w:pStyle w:val="DADCCE94FC064638898E87B32E44BC2A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0326542792524E7589789C124E6C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A65CE-7FEC-419A-8B9B-E427D0C45317}"/>
      </w:docPartPr>
      <w:docPartBody>
        <w:p w:rsidR="00DA503F" w:rsidRDefault="00B1274E" w:rsidP="00B1274E">
          <w:pPr>
            <w:pStyle w:val="0326542792524E7589789C124E6C797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CF4DF38159A4F019179C6E3B6CCFB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8C55B-0DF6-4134-ADB0-B7768190D858}"/>
      </w:docPartPr>
      <w:docPartBody>
        <w:p w:rsidR="00DA503F" w:rsidRDefault="00B1274E" w:rsidP="00B1274E">
          <w:pPr>
            <w:pStyle w:val="ACF4DF38159A4F019179C6E3B6CCFB61"/>
          </w:pPr>
          <w:r w:rsidRPr="00C013D2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5D7AC9CB430148CF966237E5E58CF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628D32-9984-4607-98AB-533486D98366}"/>
      </w:docPartPr>
      <w:docPartBody>
        <w:p w:rsidR="00DA503F" w:rsidRDefault="00B1274E" w:rsidP="00B1274E">
          <w:pPr>
            <w:pStyle w:val="5D7AC9CB430148CF966237E5E58CF05F"/>
          </w:pPr>
          <w:r w:rsidRPr="00C013D2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C6546CC9E2384D328C24FCE979FC85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83646-593D-4B05-A3E9-8F81B967C7BA}"/>
      </w:docPartPr>
      <w:docPartBody>
        <w:p w:rsidR="00DA503F" w:rsidRDefault="00B1274E" w:rsidP="00B1274E">
          <w:pPr>
            <w:pStyle w:val="C6546CC9E2384D328C24FCE979FC8534"/>
          </w:pPr>
          <w:r w:rsidRPr="00C013D2">
            <w:rPr>
              <w:rStyle w:val="Zstupntext"/>
              <w:rFonts w:cs="Times New Roman"/>
              <w:highlight w:val="yellow"/>
            </w:rPr>
            <w:t>Uveďte IČO</w:t>
          </w:r>
        </w:p>
      </w:docPartBody>
    </w:docPart>
    <w:docPart>
      <w:docPartPr>
        <w:name w:val="725892AB37604446B49E350CFC6CF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502E8-91B3-479F-B247-B53CF02BEB5F}"/>
      </w:docPartPr>
      <w:docPartBody>
        <w:p w:rsidR="00DA503F" w:rsidRDefault="00B1274E" w:rsidP="00B1274E">
          <w:pPr>
            <w:pStyle w:val="725892AB37604446B49E350CFC6CF71E"/>
          </w:pPr>
          <w:r w:rsidRPr="00C013D2">
            <w:rPr>
              <w:rStyle w:val="Zstupntext"/>
              <w:rFonts w:cs="Times New Roman"/>
              <w:highlight w:val="yellow"/>
            </w:rPr>
            <w:t>Uveďte DIČ</w:t>
          </w:r>
        </w:p>
      </w:docPartBody>
    </w:docPart>
    <w:docPart>
      <w:docPartPr>
        <w:name w:val="CC5B9CF30FDB4869AB65116C0C4E3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2257-B362-4254-ABBA-58033799CD27}"/>
      </w:docPartPr>
      <w:docPartBody>
        <w:p w:rsidR="00DA503F" w:rsidRDefault="00B1274E" w:rsidP="00B1274E">
          <w:pPr>
            <w:pStyle w:val="CC5B9CF30FDB4869AB65116C0C4E3CD6"/>
          </w:pPr>
          <w:r w:rsidRPr="00C013D2">
            <w:rPr>
              <w:rStyle w:val="Zstupntext"/>
              <w:rFonts w:cs="Times New Roman"/>
              <w:highlight w:val="yellow"/>
            </w:rPr>
            <w:t>Uveďte jméno, příjmení a funkci</w:t>
          </w:r>
        </w:p>
      </w:docPartBody>
    </w:docPart>
    <w:docPart>
      <w:docPartPr>
        <w:name w:val="2E11FED418F74075BB13AB7C216691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4D819-26FA-4878-AE74-9D2DE4B96339}"/>
      </w:docPartPr>
      <w:docPartBody>
        <w:p w:rsidR="00DA503F" w:rsidRDefault="00B1274E" w:rsidP="00B1274E">
          <w:pPr>
            <w:pStyle w:val="2E11FED418F74075BB13AB7C216691AD"/>
          </w:pPr>
          <w:r w:rsidRPr="00C013D2">
            <w:rPr>
              <w:rStyle w:val="Zstupntext"/>
              <w:rFonts w:cs="Times New Roman"/>
              <w:highlight w:val="yellow"/>
            </w:rPr>
            <w:t>Uveďte jméno a příjmení kontaktní osoby</w:t>
          </w:r>
        </w:p>
      </w:docPartBody>
    </w:docPart>
    <w:docPart>
      <w:docPartPr>
        <w:name w:val="6B5C577239304C9284E9FADC737BD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781776-F3EC-40B1-882B-A4AD701568B1}"/>
      </w:docPartPr>
      <w:docPartBody>
        <w:p w:rsidR="00DA503F" w:rsidRDefault="00B1274E" w:rsidP="00B1274E">
          <w:pPr>
            <w:pStyle w:val="6B5C577239304C9284E9FADC737BDFDD"/>
          </w:pPr>
          <w:r w:rsidRPr="00C013D2">
            <w:rPr>
              <w:rStyle w:val="Zstupntext"/>
              <w:rFonts w:cs="Times New Roman"/>
              <w:highlight w:val="yellow"/>
            </w:rPr>
            <w:t>Uveďte telefon kontaktní osoby</w:t>
          </w:r>
        </w:p>
      </w:docPartBody>
    </w:docPart>
    <w:docPart>
      <w:docPartPr>
        <w:name w:val="F040D1F7B5A0473A887E8A443CAD7E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8C93F-444F-46C3-A5E1-5F759AEE0536}"/>
      </w:docPartPr>
      <w:docPartBody>
        <w:p w:rsidR="00DA503F" w:rsidRDefault="00B1274E" w:rsidP="00B1274E">
          <w:pPr>
            <w:pStyle w:val="F040D1F7B5A0473A887E8A443CAD7E14"/>
          </w:pPr>
          <w:r w:rsidRPr="00C013D2">
            <w:rPr>
              <w:rStyle w:val="Zstupntext"/>
              <w:rFonts w:cs="Times New Roman"/>
              <w:highlight w:val="yellow"/>
            </w:rPr>
            <w:t>Uveďte e-mail kontaktní osoby</w:t>
          </w:r>
        </w:p>
      </w:docPartBody>
    </w:docPart>
    <w:docPart>
      <w:docPartPr>
        <w:name w:val="D9CEEB00A5D14396839A0D776B539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0EB1F-B624-45D4-8583-673C43C0F38F}"/>
      </w:docPartPr>
      <w:docPartBody>
        <w:p w:rsidR="00CD2087" w:rsidRDefault="00DA503F" w:rsidP="00DA503F">
          <w:pPr>
            <w:pStyle w:val="D9CEEB00A5D14396839A0D776B539330"/>
          </w:pPr>
          <w:r w:rsidRPr="004C1652">
            <w:rPr>
              <w:rStyle w:val="Zstupntext"/>
              <w:rFonts w:cs="Times New Roman"/>
              <w:highlight w:val="yellow"/>
            </w:rPr>
            <w:t>Uveďte url odkaz výpisu z obchodního rejstříku (viz https://justice.cz/)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74E"/>
    <w:rsid w:val="000E01A3"/>
    <w:rsid w:val="00543252"/>
    <w:rsid w:val="008813BF"/>
    <w:rsid w:val="00B1274E"/>
    <w:rsid w:val="00CD2087"/>
    <w:rsid w:val="00DA503F"/>
    <w:rsid w:val="00F0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503F"/>
    <w:rPr>
      <w:color w:val="808080"/>
    </w:rPr>
  </w:style>
  <w:style w:type="paragraph" w:customStyle="1" w:styleId="51FBAE3C8E614206B6250D7D39E0B223">
    <w:name w:val="51FBAE3C8E614206B6250D7D39E0B223"/>
    <w:rsid w:val="00B1274E"/>
  </w:style>
  <w:style w:type="paragraph" w:customStyle="1" w:styleId="D9CEEB00A5D14396839A0D776B539330">
    <w:name w:val="D9CEEB00A5D14396839A0D776B539330"/>
    <w:rsid w:val="00DA503F"/>
  </w:style>
  <w:style w:type="paragraph" w:customStyle="1" w:styleId="66569794CC5445C0A7F7F295EC50E954">
    <w:name w:val="66569794CC5445C0A7F7F295EC50E954"/>
    <w:rsid w:val="00B1274E"/>
  </w:style>
  <w:style w:type="paragraph" w:customStyle="1" w:styleId="B783AA6DFC134D60A297A8808F739814">
    <w:name w:val="B783AA6DFC134D60A297A8808F739814"/>
    <w:rsid w:val="00B1274E"/>
  </w:style>
  <w:style w:type="paragraph" w:customStyle="1" w:styleId="DADCCE94FC064638898E87B32E44BC2A">
    <w:name w:val="DADCCE94FC064638898E87B32E44BC2A"/>
    <w:rsid w:val="00B1274E"/>
  </w:style>
  <w:style w:type="paragraph" w:customStyle="1" w:styleId="0326542792524E7589789C124E6C797B">
    <w:name w:val="0326542792524E7589789C124E6C797B"/>
    <w:rsid w:val="00B1274E"/>
  </w:style>
  <w:style w:type="paragraph" w:customStyle="1" w:styleId="ACF4DF38159A4F019179C6E3B6CCFB61">
    <w:name w:val="ACF4DF38159A4F019179C6E3B6CCFB61"/>
    <w:rsid w:val="00B1274E"/>
  </w:style>
  <w:style w:type="paragraph" w:customStyle="1" w:styleId="5D7AC9CB430148CF966237E5E58CF05F">
    <w:name w:val="5D7AC9CB430148CF966237E5E58CF05F"/>
    <w:rsid w:val="00B1274E"/>
  </w:style>
  <w:style w:type="paragraph" w:customStyle="1" w:styleId="C6546CC9E2384D328C24FCE979FC8534">
    <w:name w:val="C6546CC9E2384D328C24FCE979FC8534"/>
    <w:rsid w:val="00B1274E"/>
  </w:style>
  <w:style w:type="paragraph" w:customStyle="1" w:styleId="725892AB37604446B49E350CFC6CF71E">
    <w:name w:val="725892AB37604446B49E350CFC6CF71E"/>
    <w:rsid w:val="00B1274E"/>
  </w:style>
  <w:style w:type="paragraph" w:customStyle="1" w:styleId="CC5B9CF30FDB4869AB65116C0C4E3CD6">
    <w:name w:val="CC5B9CF30FDB4869AB65116C0C4E3CD6"/>
    <w:rsid w:val="00B1274E"/>
  </w:style>
  <w:style w:type="paragraph" w:customStyle="1" w:styleId="2E11FED418F74075BB13AB7C216691AD">
    <w:name w:val="2E11FED418F74075BB13AB7C216691AD"/>
    <w:rsid w:val="00B1274E"/>
  </w:style>
  <w:style w:type="paragraph" w:customStyle="1" w:styleId="6B5C577239304C9284E9FADC737BDFDD">
    <w:name w:val="6B5C577239304C9284E9FADC737BDFDD"/>
    <w:rsid w:val="00B1274E"/>
  </w:style>
  <w:style w:type="paragraph" w:customStyle="1" w:styleId="F040D1F7B5A0473A887E8A443CAD7E14">
    <w:name w:val="F040D1F7B5A0473A887E8A443CAD7E14"/>
    <w:rsid w:val="00B12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FF81-54C5-4201-AA60-56112B362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58</TotalTime>
  <Pages>3</Pages>
  <Words>466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IK</dc:creator>
  <cp:lastModifiedBy>Dana_Ondrackova</cp:lastModifiedBy>
  <cp:revision>16</cp:revision>
  <cp:lastPrinted>2025-10-08T10:47:00Z</cp:lastPrinted>
  <dcterms:created xsi:type="dcterms:W3CDTF">2019-07-31T11:43:00Z</dcterms:created>
  <dcterms:modified xsi:type="dcterms:W3CDTF">2025-10-08T10:55:00Z</dcterms:modified>
</cp:coreProperties>
</file>